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</w:t>
      </w:r>
      <w:r>
        <w:rPr>
          <w:lang w:eastAsia="ru-RU"/>
        </w:rPr>
        <w:t xml:space="preserve"> ________________________</w:t>
      </w:r>
      <w:bookmarkStart w:id="1" w:name="_GoBack"/>
      <w:bookmarkEnd w:id="1"/>
      <w:r w:rsidRPr="00482F9E">
        <w:rPr>
          <w:lang w:eastAsia="ru-RU"/>
        </w:rPr>
        <w:t>", являющегося нежилым помещением (зданием, сооружением),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</w:t>
      </w:r>
      <w:r>
        <w:rPr>
          <w:lang w:eastAsia="ru-RU"/>
        </w:rPr>
        <w:t>администрацию</w:t>
      </w:r>
      <w:r w:rsidRPr="00482F9E">
        <w:rPr>
          <w:lang w:eastAsia="ru-RU"/>
        </w:rPr>
        <w:t xml:space="preserve">  или  многофункциональный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E809C0" w:rsidRPr="00482F9E" w:rsidRDefault="00E809C0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809C0" w:rsidRDefault="00E809C0"/>
    <w:sectPr w:rsidR="00E809C0" w:rsidSect="009B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101EB4"/>
    <w:rsid w:val="00482F9E"/>
    <w:rsid w:val="0075708C"/>
    <w:rsid w:val="009B1624"/>
    <w:rsid w:val="00A97261"/>
    <w:rsid w:val="00D43D1D"/>
    <w:rsid w:val="00D87F96"/>
    <w:rsid w:val="00E809C0"/>
    <w:rsid w:val="00EE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660</Words>
  <Characters>3765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2016-07-25T12:52:00Z</dcterms:created>
  <dcterms:modified xsi:type="dcterms:W3CDTF">2017-09-28T09:33:00Z</dcterms:modified>
</cp:coreProperties>
</file>