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E5" w:rsidRDefault="006516E5" w:rsidP="002D5836">
      <w:pPr>
        <w:tabs>
          <w:tab w:val="left" w:pos="6015"/>
        </w:tabs>
        <w:spacing w:after="0" w:line="240" w:lineRule="auto"/>
        <w:ind w:firstLine="567"/>
        <w:rPr>
          <w:rFonts w:cs="Times New Roman"/>
          <w:b/>
          <w:bCs/>
        </w:rPr>
      </w:pPr>
    </w:p>
    <w:p w:rsidR="006516E5" w:rsidRPr="00BF7E66" w:rsidRDefault="006516E5" w:rsidP="002D5836">
      <w:pPr>
        <w:pStyle w:val="ConsPlusNormal"/>
        <w:jc w:val="right"/>
        <w:rPr>
          <w:b/>
          <w:bCs/>
        </w:rPr>
      </w:pPr>
      <w:r w:rsidRPr="00BF7E66">
        <w:rPr>
          <w:b/>
          <w:bCs/>
        </w:rPr>
        <w:t xml:space="preserve">Приложение </w:t>
      </w:r>
      <w:r>
        <w:rPr>
          <w:b/>
          <w:bCs/>
        </w:rPr>
        <w:t>№</w:t>
      </w:r>
      <w:r w:rsidRPr="00BF7E66">
        <w:rPr>
          <w:b/>
          <w:bCs/>
        </w:rPr>
        <w:t xml:space="preserve"> 1</w:t>
      </w:r>
    </w:p>
    <w:p w:rsidR="006516E5" w:rsidRPr="00BF7E66" w:rsidRDefault="006516E5" w:rsidP="002D5836">
      <w:pPr>
        <w:pStyle w:val="ConsPlusNormal"/>
        <w:ind w:left="4248"/>
        <w:jc w:val="right"/>
        <w:rPr>
          <w:b/>
          <w:bCs/>
        </w:rPr>
      </w:pPr>
      <w:r w:rsidRPr="00BF7E66">
        <w:rPr>
          <w:b/>
          <w:bCs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6516E5" w:rsidRPr="00BF7E66" w:rsidRDefault="006516E5" w:rsidP="002D5836">
      <w:pPr>
        <w:pStyle w:val="ConsPlusNormal"/>
        <w:jc w:val="center"/>
        <w:rPr>
          <w:b/>
          <w:bCs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6516E5" w:rsidRPr="00BF7E66">
        <w:tc>
          <w:tcPr>
            <w:tcW w:w="5928" w:type="dxa"/>
            <w:gridSpan w:val="10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643" w:type="dxa"/>
            <w:gridSpan w:val="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Лист </w:t>
            </w:r>
            <w:r>
              <w:rPr>
                <w:b/>
                <w:bCs/>
              </w:rPr>
              <w:t>№</w:t>
            </w:r>
            <w:r w:rsidRPr="00BF7E66">
              <w:rPr>
                <w:b/>
                <w:bCs/>
              </w:rPr>
              <w:t xml:space="preserve"> __</w:t>
            </w:r>
          </w:p>
        </w:tc>
        <w:tc>
          <w:tcPr>
            <w:tcW w:w="2051" w:type="dxa"/>
            <w:gridSpan w:val="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Всего листов __</w:t>
            </w:r>
          </w:p>
        </w:tc>
      </w:tr>
      <w:tr w:rsidR="006516E5" w:rsidRPr="00BF7E66">
        <w:tc>
          <w:tcPr>
            <w:tcW w:w="3761" w:type="dxa"/>
            <w:gridSpan w:val="5"/>
          </w:tcPr>
          <w:p w:rsidR="006516E5" w:rsidRPr="00BF7E66" w:rsidRDefault="006516E5" w:rsidP="00035D24">
            <w:pPr>
              <w:pStyle w:val="ConsPlusNormal"/>
              <w:jc w:val="center"/>
              <w:rPr>
                <w:b/>
                <w:bCs/>
              </w:rPr>
            </w:pPr>
            <w:bookmarkStart w:id="0" w:name="P2883"/>
            <w:bookmarkEnd w:id="0"/>
            <w:r w:rsidRPr="00BF7E66">
              <w:rPr>
                <w:b/>
                <w:bCs/>
              </w:rPr>
              <w:t>1. Заявление</w:t>
            </w:r>
          </w:p>
          <w:p w:rsidR="006516E5" w:rsidRPr="00BF7E66" w:rsidRDefault="006516E5" w:rsidP="00035D24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>Главе ___________________</w:t>
            </w:r>
            <w:bookmarkStart w:id="1" w:name="_GoBack"/>
            <w:bookmarkEnd w:id="1"/>
            <w:r>
              <w:rPr>
                <w:b/>
                <w:bCs/>
              </w:rPr>
              <w:t xml:space="preserve"> сельсовета Железногорского района</w:t>
            </w:r>
          </w:p>
        </w:tc>
        <w:tc>
          <w:tcPr>
            <w:tcW w:w="510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2.1. Регистрационный N _______</w:t>
            </w:r>
          </w:p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2.2. количество листов заявления _____________</w:t>
            </w:r>
          </w:p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2.3. количество прилагаемых документов ______</w:t>
            </w:r>
          </w:p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том числе оригиналов ___, копий ___, количество листов в оригиналах ___, копиях ___</w:t>
            </w:r>
          </w:p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2.4. подпись _______________________________</w:t>
            </w:r>
          </w:p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2.5. дата "__" ____ ____ г., время __ ч., __ мин.</w:t>
            </w:r>
          </w:p>
        </w:tc>
      </w:tr>
      <w:tr w:rsidR="006516E5" w:rsidRPr="00BF7E66">
        <w:tc>
          <w:tcPr>
            <w:tcW w:w="510" w:type="dxa"/>
            <w:vMerge w:val="restart"/>
          </w:tcPr>
          <w:p w:rsidR="006516E5" w:rsidRPr="00BF7E66" w:rsidRDefault="006516E5" w:rsidP="00035D24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>3.</w:t>
            </w:r>
          </w:p>
        </w:tc>
        <w:tc>
          <w:tcPr>
            <w:tcW w:w="9112" w:type="dxa"/>
            <w:gridSpan w:val="1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Кадастровый номер: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(местоположение):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Площадь: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</w:rPr>
                <w:t>&lt;1&gt;</w:t>
              </w:r>
            </w:hyperlink>
            <w:r w:rsidRPr="00BF7E66">
              <w:rPr>
                <w:b/>
                <w:bCs/>
              </w:rPr>
              <w:t>: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4.</w:t>
            </w:r>
          </w:p>
        </w:tc>
        <w:tc>
          <w:tcPr>
            <w:tcW w:w="9112" w:type="dxa"/>
            <w:gridSpan w:val="1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представления заявления и иных необходимых документов: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  <w:tc>
          <w:tcPr>
            <w:tcW w:w="621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135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</w:t>
            </w:r>
          </w:p>
        </w:tc>
        <w:tc>
          <w:tcPr>
            <w:tcW w:w="835" w:type="dxa"/>
            <w:gridSpan w:val="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126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форме электронных документов (электронных образов документов)</w:t>
            </w:r>
          </w:p>
        </w:tc>
      </w:tr>
      <w:tr w:rsidR="006516E5" w:rsidRPr="00BF7E66">
        <w:tc>
          <w:tcPr>
            <w:tcW w:w="510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5.</w:t>
            </w:r>
          </w:p>
        </w:tc>
        <w:tc>
          <w:tcPr>
            <w:tcW w:w="9112" w:type="dxa"/>
            <w:gridSpan w:val="1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уведомления о результате предоставления муниципальной услуги: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6.</w:t>
            </w:r>
          </w:p>
        </w:tc>
        <w:tc>
          <w:tcPr>
            <w:tcW w:w="9112" w:type="dxa"/>
            <w:gridSpan w:val="1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Расписку в получении документов прошу: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Выдать лично</w:t>
            </w:r>
          </w:p>
        </w:tc>
        <w:tc>
          <w:tcPr>
            <w:tcW w:w="6717" w:type="dxa"/>
            <w:gridSpan w:val="12"/>
          </w:tcPr>
          <w:p w:rsidR="006516E5" w:rsidRPr="00BF7E66" w:rsidRDefault="006516E5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6516E5" w:rsidRPr="00BF7E66" w:rsidRDefault="006516E5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Не направлять</w:t>
            </w:r>
          </w:p>
        </w:tc>
      </w:tr>
      <w:tr w:rsidR="006516E5" w:rsidRPr="00BF7E66">
        <w:tc>
          <w:tcPr>
            <w:tcW w:w="510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7.</w:t>
            </w:r>
          </w:p>
        </w:tc>
        <w:tc>
          <w:tcPr>
            <w:tcW w:w="9112" w:type="dxa"/>
            <w:gridSpan w:val="1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Заявитель: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717" w:type="dxa"/>
            <w:gridSpan w:val="1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фамилия:</w:t>
            </w:r>
          </w:p>
        </w:tc>
        <w:tc>
          <w:tcPr>
            <w:tcW w:w="1786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имя (полностью):</w:t>
            </w:r>
          </w:p>
        </w:tc>
        <w:tc>
          <w:tcPr>
            <w:tcW w:w="1779" w:type="dxa"/>
            <w:gridSpan w:val="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отчество (полностью):</w:t>
            </w:r>
          </w:p>
        </w:tc>
        <w:tc>
          <w:tcPr>
            <w:tcW w:w="107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СНИЛС: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86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79" w:type="dxa"/>
            <w:gridSpan w:val="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07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вид:</w:t>
            </w:r>
          </w:p>
        </w:tc>
        <w:tc>
          <w:tcPr>
            <w:tcW w:w="1779" w:type="dxa"/>
            <w:gridSpan w:val="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серия:</w:t>
            </w:r>
          </w:p>
        </w:tc>
        <w:tc>
          <w:tcPr>
            <w:tcW w:w="107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номер: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79" w:type="dxa"/>
            <w:gridSpan w:val="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077" w:type="dxa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дата выдачи:</w:t>
            </w:r>
          </w:p>
        </w:tc>
        <w:tc>
          <w:tcPr>
            <w:tcW w:w="2856" w:type="dxa"/>
            <w:gridSpan w:val="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кем выдан: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"__" ___ ___ г.</w:t>
            </w:r>
          </w:p>
        </w:tc>
        <w:tc>
          <w:tcPr>
            <w:tcW w:w="2856" w:type="dxa"/>
            <w:gridSpan w:val="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электронной почты:</w:t>
            </w: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516E5" w:rsidRPr="00BF7E66">
        <w:tc>
          <w:tcPr>
            <w:tcW w:w="510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BF7E66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6516E5" w:rsidRPr="00BF7E66" w:rsidRDefault="006516E5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полное наименование:</w:t>
            </w:r>
          </w:p>
        </w:tc>
        <w:tc>
          <w:tcPr>
            <w:tcW w:w="6717" w:type="dxa"/>
            <w:gridSpan w:val="12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ОГРН:</w:t>
            </w:r>
          </w:p>
        </w:tc>
        <w:tc>
          <w:tcPr>
            <w:tcW w:w="4642" w:type="dxa"/>
            <w:gridSpan w:val="8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ИНН: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4642" w:type="dxa"/>
            <w:gridSpan w:val="8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страна регистрации:</w:t>
            </w:r>
          </w:p>
        </w:tc>
        <w:tc>
          <w:tcPr>
            <w:tcW w:w="2591" w:type="dxa"/>
            <w:gridSpan w:val="6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 регистрации:</w:t>
            </w:r>
          </w:p>
        </w:tc>
        <w:tc>
          <w:tcPr>
            <w:tcW w:w="2051" w:type="dxa"/>
            <w:gridSpan w:val="2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номер регистрации: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адрес электронной почты: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8.</w:t>
            </w: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Документы, прилагаемые к заявлению: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6516E5" w:rsidRPr="002C2FA7">
        <w:tc>
          <w:tcPr>
            <w:tcW w:w="510" w:type="dxa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9</w:t>
            </w: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Примечание: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10.</w:t>
            </w:r>
          </w:p>
        </w:tc>
        <w:tc>
          <w:tcPr>
            <w:tcW w:w="6256" w:type="dxa"/>
            <w:gridSpan w:val="11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Подпись</w:t>
            </w:r>
          </w:p>
        </w:tc>
        <w:tc>
          <w:tcPr>
            <w:tcW w:w="2856" w:type="dxa"/>
            <w:gridSpan w:val="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6516E5" w:rsidRPr="002C2FA7">
        <w:tc>
          <w:tcPr>
            <w:tcW w:w="510" w:type="dxa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11.</w:t>
            </w:r>
          </w:p>
        </w:tc>
        <w:tc>
          <w:tcPr>
            <w:tcW w:w="6256" w:type="dxa"/>
            <w:gridSpan w:val="11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6516E5" w:rsidRPr="002C2FA7">
        <w:tc>
          <w:tcPr>
            <w:tcW w:w="510" w:type="dxa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256" w:type="dxa"/>
            <w:gridSpan w:val="11"/>
          </w:tcPr>
          <w:p w:rsidR="006516E5" w:rsidRPr="002C2FA7" w:rsidRDefault="006516E5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6516E5" w:rsidRPr="002C2FA7" w:rsidRDefault="006516E5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6516E5" w:rsidRPr="002C2FA7">
        <w:tc>
          <w:tcPr>
            <w:tcW w:w="510" w:type="dxa"/>
            <w:vMerge w:val="restart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12.</w:t>
            </w: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  <w:tr w:rsidR="006516E5" w:rsidRPr="002C2FA7">
        <w:tc>
          <w:tcPr>
            <w:tcW w:w="510" w:type="dxa"/>
            <w:vMerge/>
          </w:tcPr>
          <w:p w:rsidR="006516E5" w:rsidRPr="002C2FA7" w:rsidRDefault="006516E5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6516E5" w:rsidRPr="002C2FA7" w:rsidRDefault="006516E5" w:rsidP="00035D24">
            <w:pPr>
              <w:pStyle w:val="ConsPlusNormal"/>
              <w:rPr>
                <w:b/>
                <w:bCs/>
              </w:rPr>
            </w:pPr>
          </w:p>
        </w:tc>
      </w:tr>
    </w:tbl>
    <w:p w:rsidR="006516E5" w:rsidRPr="002C2FA7" w:rsidRDefault="006516E5" w:rsidP="002D5836">
      <w:pPr>
        <w:pStyle w:val="ConsPlusNormal"/>
        <w:ind w:firstLine="540"/>
        <w:jc w:val="both"/>
        <w:rPr>
          <w:b/>
          <w:bCs/>
        </w:rPr>
      </w:pPr>
    </w:p>
    <w:p w:rsidR="006516E5" w:rsidRPr="002C2FA7" w:rsidRDefault="006516E5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--------------------------------</w:t>
      </w:r>
    </w:p>
    <w:p w:rsidR="006516E5" w:rsidRPr="002C2FA7" w:rsidRDefault="006516E5" w:rsidP="002D5836">
      <w:pPr>
        <w:pStyle w:val="ConsPlusNormal"/>
        <w:ind w:firstLine="540"/>
        <w:jc w:val="both"/>
        <w:rPr>
          <w:b/>
          <w:bCs/>
        </w:rPr>
      </w:pPr>
      <w:bookmarkStart w:id="2" w:name="P3052"/>
      <w:bookmarkEnd w:id="2"/>
      <w:r w:rsidRPr="002C2FA7">
        <w:rPr>
          <w:b/>
          <w:bCs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6516E5" w:rsidRPr="002C2FA7" w:rsidRDefault="006516E5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&lt;2&gt; Заполняется физическим лицом</w:t>
      </w:r>
    </w:p>
    <w:p w:rsidR="006516E5" w:rsidRDefault="006516E5">
      <w:pPr>
        <w:rPr>
          <w:rFonts w:cs="Times New Roman"/>
        </w:rPr>
      </w:pPr>
    </w:p>
    <w:sectPr w:rsidR="006516E5" w:rsidSect="007B0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5077"/>
    <w:rsid w:val="00035D24"/>
    <w:rsid w:val="000E5077"/>
    <w:rsid w:val="001C3DD8"/>
    <w:rsid w:val="002059B9"/>
    <w:rsid w:val="002C2FA7"/>
    <w:rsid w:val="002D5836"/>
    <w:rsid w:val="004227F4"/>
    <w:rsid w:val="006516E5"/>
    <w:rsid w:val="007B0CF8"/>
    <w:rsid w:val="00BF7E66"/>
    <w:rsid w:val="00CA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836"/>
    <w:pPr>
      <w:spacing w:after="240" w:line="480" w:lineRule="auto"/>
      <w:ind w:firstLine="360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583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2D583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544</Words>
  <Characters>3106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2016-09-05T06:00:00Z</dcterms:created>
  <dcterms:modified xsi:type="dcterms:W3CDTF">2018-01-31T09:47:00Z</dcterms:modified>
</cp:coreProperties>
</file>