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04F" w:rsidRPr="00CF5A4A" w:rsidRDefault="0088404F" w:rsidP="00CF5A4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5A4A">
        <w:rPr>
          <w:rFonts w:ascii="Times New Roman" w:hAnsi="Times New Roman" w:cs="Times New Roman"/>
          <w:b/>
          <w:bCs/>
          <w:sz w:val="24"/>
          <w:szCs w:val="24"/>
        </w:rPr>
        <w:t>Перечень нормативных правовых актов, регулирующих предоставление муниципальной услуги</w:t>
      </w:r>
    </w:p>
    <w:p w:rsidR="0088404F" w:rsidRPr="00CF5A4A" w:rsidRDefault="0088404F" w:rsidP="00CF5A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8404F" w:rsidRPr="00CF5A4A" w:rsidRDefault="0088404F" w:rsidP="00CF5A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Земельный кодекс Российской Федерации </w:t>
      </w:r>
      <w:r w:rsidRPr="00CF5A4A">
        <w:rPr>
          <w:rFonts w:ascii="Times New Roman" w:hAnsi="Times New Roman" w:cs="Times New Roman"/>
          <w:sz w:val="24"/>
          <w:szCs w:val="24"/>
        </w:rPr>
        <w:t>(в редакции, действующей с 1 марта 2015 года) ("Парламентская газета", N 204-205, 30.10.2001,"Российская газета", N 211-212, 30.10.2001);</w:t>
      </w:r>
    </w:p>
    <w:p w:rsidR="0088404F" w:rsidRPr="00CF5A4A" w:rsidRDefault="0088404F" w:rsidP="00CF5A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</w:t>
      </w:r>
      <w:r w:rsidRPr="00CF5A4A">
        <w:rPr>
          <w:rFonts w:ascii="Times New Roman" w:hAnsi="Times New Roman" w:cs="Times New Roman"/>
          <w:sz w:val="24"/>
          <w:szCs w:val="24"/>
        </w:rPr>
        <w:t xml:space="preserve"> от 25.10.2001 № 137-ФЗ «О введении в действие Земельного кодекса Российской Федерации» (в редакции, действующей с 1 марта 2015 года) ("Парламентская газета", N 204-205, 30.10.2001,"Российская газета", N 211-212, 30.10.2001);</w:t>
      </w:r>
    </w:p>
    <w:p w:rsidR="0088404F" w:rsidRPr="00CF5A4A" w:rsidRDefault="0088404F" w:rsidP="00CF5A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</w:t>
      </w:r>
      <w:r w:rsidRPr="00CF5A4A">
        <w:rPr>
          <w:rFonts w:ascii="Times New Roman" w:hAnsi="Times New Roman" w:cs="Times New Roman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 ("Российская газета", N 202, 08.10.2003);</w:t>
      </w:r>
    </w:p>
    <w:p w:rsidR="0088404F" w:rsidRPr="00CF5A4A" w:rsidRDefault="0088404F" w:rsidP="00CF5A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</w:t>
      </w:r>
      <w:r w:rsidRPr="00CF5A4A">
        <w:rPr>
          <w:rFonts w:ascii="Times New Roman" w:hAnsi="Times New Roman" w:cs="Times New Roman"/>
          <w:sz w:val="24"/>
          <w:szCs w:val="24"/>
        </w:rPr>
        <w:t xml:space="preserve"> от 27.07.2006 № 149-ФЗ «Об информации, информационных технологиях и о защите информации» («Российская газета», 29.07.2006, № 165);</w:t>
      </w:r>
    </w:p>
    <w:p w:rsidR="0088404F" w:rsidRPr="00CF5A4A" w:rsidRDefault="0088404F" w:rsidP="00CF5A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</w:t>
      </w:r>
      <w:r w:rsidRPr="00CF5A4A">
        <w:rPr>
          <w:rFonts w:ascii="Times New Roman" w:hAnsi="Times New Roman" w:cs="Times New Roman"/>
          <w:sz w:val="24"/>
          <w:szCs w:val="24"/>
        </w:rPr>
        <w:t xml:space="preserve"> от 27.07.2006 № 152-ФЗ «О персональных данных» («Российская газета», 29.07.2006, № 165);</w:t>
      </w:r>
    </w:p>
    <w:p w:rsidR="0088404F" w:rsidRPr="00CF5A4A" w:rsidRDefault="0088404F" w:rsidP="00CF5A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</w:t>
      </w:r>
      <w:r w:rsidRPr="00CF5A4A">
        <w:rPr>
          <w:rFonts w:ascii="Times New Roman" w:hAnsi="Times New Roman" w:cs="Times New Roman"/>
          <w:sz w:val="24"/>
          <w:szCs w:val="24"/>
        </w:rPr>
        <w:t xml:space="preserve">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88404F" w:rsidRPr="00CF5A4A" w:rsidRDefault="0088404F" w:rsidP="00CF5A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</w:t>
      </w:r>
      <w:r w:rsidRPr="00CF5A4A">
        <w:rPr>
          <w:rFonts w:ascii="Times New Roman" w:hAnsi="Times New Roman" w:cs="Times New Roman"/>
          <w:sz w:val="24"/>
          <w:szCs w:val="24"/>
        </w:rPr>
        <w:t xml:space="preserve"> от 23.06.2014 № 171-ФЗ «О внесении изменений в Земельный кодекс Российской Федерации и отдельные законодательные акты Российской Федерации» ("Российская газета", N 142, 27.06.2014);</w:t>
      </w:r>
    </w:p>
    <w:p w:rsidR="0088404F" w:rsidRPr="00CF5A4A" w:rsidRDefault="0088404F" w:rsidP="00CF5A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</w:t>
      </w:r>
      <w:r w:rsidRPr="00CF5A4A">
        <w:rPr>
          <w:rFonts w:ascii="Times New Roman" w:hAnsi="Times New Roman" w:cs="Times New Roman"/>
          <w:sz w:val="24"/>
          <w:szCs w:val="24"/>
        </w:rPr>
        <w:t xml:space="preserve">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88404F" w:rsidRPr="00CF5A4A" w:rsidRDefault="0088404F" w:rsidP="00CF5A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5A4A">
        <w:rPr>
          <w:rFonts w:ascii="Times New Roman" w:hAnsi="Times New Roman" w:cs="Times New Roman"/>
          <w:sz w:val="24"/>
          <w:szCs w:val="24"/>
        </w:rPr>
        <w:t>приказ Минэкономразвития России от 12.01.2015 № 1«Об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88404F" w:rsidRPr="00CF5A4A" w:rsidRDefault="0088404F" w:rsidP="00CF5A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</w:t>
      </w:r>
      <w:r w:rsidRPr="00CF5A4A">
        <w:rPr>
          <w:rFonts w:ascii="Times New Roman" w:hAnsi="Times New Roman" w:cs="Times New Roman"/>
          <w:sz w:val="24"/>
          <w:szCs w:val="24"/>
        </w:rPr>
        <w:t xml:space="preserve"> Минэкономразвития России от  14 января 2015 г. N 7 «Об утверждении </w:t>
      </w:r>
      <w:hyperlink r:id="rId6" w:history="1">
        <w:r w:rsidRPr="00CF5A4A">
          <w:rPr>
            <w:rStyle w:val="Hyperlink"/>
            <w:rFonts w:ascii="Times New Roman" w:hAnsi="Times New Roman" w:cs="Times New Roman"/>
            <w:sz w:val="24"/>
            <w:szCs w:val="24"/>
          </w:rPr>
          <w:t>порядк</w:t>
        </w:r>
      </w:hyperlink>
      <w:r w:rsidRPr="00CF5A4A">
        <w:rPr>
          <w:rFonts w:ascii="Times New Roman" w:hAnsi="Times New Roman" w:cs="Times New Roman"/>
          <w:sz w:val="24"/>
          <w:szCs w:val="24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88404F" w:rsidRPr="00CF5A4A" w:rsidRDefault="0088404F" w:rsidP="00CF5A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Закон Курской области от </w:t>
      </w:r>
      <w:r w:rsidRPr="00CF5A4A">
        <w:rPr>
          <w:rFonts w:ascii="Times New Roman" w:hAnsi="Times New Roman" w:cs="Times New Roman"/>
          <w:sz w:val="24"/>
          <w:szCs w:val="24"/>
        </w:rPr>
        <w:t>4 января 2003 года № 1-ЗКО «Об административных правонарушениях в Курской области» (в редакции закона Курской области от 25.11.2013 года № 110-ЗКО, «Курская  правда» №143 от 30.11.2013 года);</w:t>
      </w:r>
    </w:p>
    <w:p w:rsidR="0088404F" w:rsidRPr="00CF5A4A" w:rsidRDefault="0088404F" w:rsidP="00CF5A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Распоряжение </w:t>
      </w:r>
      <w:r w:rsidRPr="00CF5A4A">
        <w:rPr>
          <w:rFonts w:ascii="Times New Roman" w:hAnsi="Times New Roman" w:cs="Times New Roman"/>
          <w:sz w:val="24"/>
          <w:szCs w:val="24"/>
        </w:rPr>
        <w:t>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88404F" w:rsidRPr="0036370A" w:rsidRDefault="0088404F" w:rsidP="00CF5A4A">
      <w:pPr>
        <w:spacing w:after="0" w:line="240" w:lineRule="auto"/>
        <w:ind w:right="57"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  <w:r w:rsidRPr="0036370A">
        <w:rPr>
          <w:rFonts w:ascii="Times New Roman" w:hAnsi="Times New Roman" w:cs="Times New Roman"/>
          <w:sz w:val="24"/>
          <w:szCs w:val="24"/>
        </w:rPr>
        <w:t xml:space="preserve"> Администрации Городновского сельсовета Железногорского района Курской области от</w:t>
      </w:r>
      <w:r w:rsidRPr="0036370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6370A">
        <w:rPr>
          <w:rFonts w:ascii="Times New Roman" w:hAnsi="Times New Roman" w:cs="Times New Roman"/>
          <w:sz w:val="24"/>
          <w:szCs w:val="24"/>
        </w:rPr>
        <w:t xml:space="preserve">21 июня 2018 года № 2 «О правилах разработки и утверждения административных регламентов предоставления муниципальных услуг»; </w:t>
      </w:r>
    </w:p>
    <w:p w:rsidR="0088404F" w:rsidRPr="0036370A" w:rsidRDefault="0088404F" w:rsidP="00CF5A4A">
      <w:pPr>
        <w:spacing w:after="0" w:line="240" w:lineRule="auto"/>
        <w:ind w:right="5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36370A">
        <w:rPr>
          <w:rFonts w:ascii="Times New Roman" w:hAnsi="Times New Roman" w:cs="Times New Roman"/>
          <w:sz w:val="24"/>
          <w:szCs w:val="24"/>
        </w:rPr>
        <w:t>останов</w:t>
      </w:r>
      <w:r>
        <w:rPr>
          <w:rFonts w:ascii="Times New Roman" w:hAnsi="Times New Roman" w:cs="Times New Roman"/>
          <w:sz w:val="24"/>
          <w:szCs w:val="24"/>
        </w:rPr>
        <w:t>ление</w:t>
      </w:r>
      <w:r w:rsidRPr="0036370A">
        <w:rPr>
          <w:rFonts w:ascii="Times New Roman" w:hAnsi="Times New Roman" w:cs="Times New Roman"/>
          <w:sz w:val="24"/>
          <w:szCs w:val="24"/>
        </w:rPr>
        <w:t xml:space="preserve"> Администрации  Городновского сельсовета Железногорского района Курской области от </w:t>
      </w:r>
      <w:r w:rsidRPr="0036370A">
        <w:rPr>
          <w:rFonts w:ascii="Times New Roman" w:hAnsi="Times New Roman" w:cs="Times New Roman"/>
          <w:color w:val="000000"/>
          <w:spacing w:val="-7"/>
          <w:w w:val="107"/>
          <w:sz w:val="24"/>
          <w:szCs w:val="24"/>
        </w:rPr>
        <w:t>21 июня 2018 г. № 3</w:t>
      </w:r>
      <w:r w:rsidRPr="0036370A">
        <w:rPr>
          <w:rFonts w:ascii="Times New Roman" w:hAnsi="Times New Roman" w:cs="Times New Roman"/>
          <w:color w:val="000000"/>
          <w:sz w:val="24"/>
          <w:szCs w:val="24"/>
        </w:rPr>
        <w:t xml:space="preserve"> «Об утверждении Положения об особенностях подачи и рассмотрения жалоб на решения и действия (бездействие) Администрации Городновского сельсовета Железногорского района Курской области и ее должностных лиц, муниципальных служащих, замещающих должности муниципальной службы в Администрации Городновского сельсовета Курской области».</w:t>
      </w:r>
      <w:r w:rsidRPr="0036370A">
        <w:rPr>
          <w:rFonts w:ascii="Times New Roman" w:hAnsi="Times New Roman" w:cs="Times New Roman"/>
          <w:sz w:val="24"/>
          <w:szCs w:val="24"/>
        </w:rPr>
        <w:t>;</w:t>
      </w:r>
    </w:p>
    <w:p w:rsidR="0088404F" w:rsidRPr="0036370A" w:rsidRDefault="0088404F" w:rsidP="00CF5A4A">
      <w:pPr>
        <w:spacing w:after="0" w:line="240" w:lineRule="auto"/>
        <w:ind w:right="5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Устав</w:t>
      </w:r>
      <w:r w:rsidRPr="0036370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«Городновский сельсовет» Железногорского района  Ку</w:t>
      </w:r>
      <w:r>
        <w:rPr>
          <w:rFonts w:ascii="Times New Roman" w:hAnsi="Times New Roman" w:cs="Times New Roman"/>
          <w:sz w:val="24"/>
          <w:szCs w:val="24"/>
        </w:rPr>
        <w:t xml:space="preserve">рской области (принят решением </w:t>
      </w:r>
      <w:r w:rsidRPr="0036370A">
        <w:rPr>
          <w:rFonts w:ascii="Times New Roman" w:hAnsi="Times New Roman" w:cs="Times New Roman"/>
          <w:sz w:val="24"/>
          <w:szCs w:val="24"/>
        </w:rPr>
        <w:t>Собрания депутатов Городновского  сельсовета Железногорского района Курской области от 14 июня 2018 г. № 15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6370A">
        <w:rPr>
          <w:rFonts w:ascii="Times New Roman" w:hAnsi="Times New Roman" w:cs="Times New Roman"/>
          <w:sz w:val="24"/>
          <w:szCs w:val="24"/>
        </w:rPr>
        <w:t>.</w:t>
      </w:r>
    </w:p>
    <w:p w:rsidR="0088404F" w:rsidRPr="00894867" w:rsidRDefault="0088404F">
      <w:pPr>
        <w:rPr>
          <w:rFonts w:ascii="Arial" w:hAnsi="Arial" w:cs="Arial"/>
          <w:sz w:val="24"/>
          <w:szCs w:val="24"/>
        </w:rPr>
      </w:pPr>
    </w:p>
    <w:sectPr w:rsidR="0088404F" w:rsidRPr="00894867" w:rsidSect="006C742F">
      <w:footerReference w:type="default" r:id="rId7"/>
      <w:pgSz w:w="11906" w:h="16838"/>
      <w:pgMar w:top="1134" w:right="1247" w:bottom="1134" w:left="1531" w:header="709" w:footer="709" w:gutter="0"/>
      <w:cols w:space="720"/>
      <w:docGrid w:linePitch="24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404F" w:rsidRDefault="0088404F" w:rsidP="00894867">
      <w:pPr>
        <w:spacing w:after="0" w:line="240" w:lineRule="auto"/>
      </w:pPr>
      <w:r>
        <w:separator/>
      </w:r>
    </w:p>
  </w:endnote>
  <w:endnote w:type="continuationSeparator" w:id="1">
    <w:p w:rsidR="0088404F" w:rsidRDefault="0088404F" w:rsidP="00894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04F" w:rsidRDefault="0088404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404F" w:rsidRDefault="0088404F" w:rsidP="00894867">
      <w:pPr>
        <w:spacing w:after="0" w:line="240" w:lineRule="auto"/>
      </w:pPr>
      <w:r>
        <w:separator/>
      </w:r>
    </w:p>
  </w:footnote>
  <w:footnote w:type="continuationSeparator" w:id="1">
    <w:p w:rsidR="0088404F" w:rsidRDefault="0088404F" w:rsidP="008948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4867"/>
    <w:rsid w:val="000341C7"/>
    <w:rsid w:val="0036370A"/>
    <w:rsid w:val="003C231C"/>
    <w:rsid w:val="004A08D6"/>
    <w:rsid w:val="006A5DD0"/>
    <w:rsid w:val="006C742F"/>
    <w:rsid w:val="0088404F"/>
    <w:rsid w:val="00894867"/>
    <w:rsid w:val="00C30496"/>
    <w:rsid w:val="00CF5A4A"/>
    <w:rsid w:val="00DB7AFF"/>
    <w:rsid w:val="00FC3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42F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94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94867"/>
  </w:style>
  <w:style w:type="character" w:styleId="Hyperlink">
    <w:name w:val="Hyperlink"/>
    <w:basedOn w:val="DefaultParagraphFont"/>
    <w:uiPriority w:val="99"/>
    <w:rsid w:val="00894867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rsid w:val="00894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94867"/>
  </w:style>
  <w:style w:type="paragraph" w:customStyle="1" w:styleId="ConsPlusTitle">
    <w:name w:val="ConsPlusTitle"/>
    <w:uiPriority w:val="99"/>
    <w:rsid w:val="003C231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850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EA491B01D7E06DC9859729EBF2899FB5BC10098FBA8E79C38A4FEB848DBD327592B77C4A8AB5AD1FAD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2</Pages>
  <Words>658</Words>
  <Characters>3754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</cp:revision>
  <dcterms:created xsi:type="dcterms:W3CDTF">2018-12-13T11:33:00Z</dcterms:created>
  <dcterms:modified xsi:type="dcterms:W3CDTF">2019-07-04T11:25:00Z</dcterms:modified>
</cp:coreProperties>
</file>